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3356DE5" w:rsidR="00354C5C" w:rsidRDefault="00354C5C" w:rsidP="006E5C6C">
      <w:r>
        <w:t xml:space="preserve">Příloha č. </w:t>
      </w:r>
      <w:r w:rsidR="00DB5DF0">
        <w:t>2</w:t>
      </w:r>
      <w:r>
        <w:t xml:space="preserve"> Výzvy k podání nabídky</w:t>
      </w:r>
    </w:p>
    <w:p w14:paraId="523FE11F" w14:textId="07C48D6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EE5646" w:rsidRPr="00EE5646">
        <w:rPr>
          <w:b/>
          <w:color w:val="FF5200" w:themeColor="accent2"/>
          <w:sz w:val="36"/>
          <w:szCs w:val="36"/>
        </w:rPr>
        <w:t>Odstranění dřevěných pražců v obvodu OŘ Olomouc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20D0FE54" w:rsidR="00DB5DF0" w:rsidRPr="00AB204F" w:rsidRDefault="00DB5DF0" w:rsidP="00DB5DF0">
      <w:pPr>
        <w:pStyle w:val="text"/>
        <w:widowControl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B204F">
        <w:rPr>
          <w:rFonts w:ascii="Verdana" w:hAnsi="Verdana"/>
          <w:b/>
          <w:sz w:val="18"/>
          <w:szCs w:val="18"/>
        </w:rPr>
        <w:t>„</w:t>
      </w:r>
      <w:bookmarkStart w:id="1" w:name="_GoBack"/>
      <w:r w:rsidR="00EE5646" w:rsidRPr="00EE5646">
        <w:rPr>
          <w:rFonts w:ascii="Verdana" w:hAnsi="Verdana"/>
          <w:b/>
          <w:sz w:val="18"/>
          <w:szCs w:val="18"/>
        </w:rPr>
        <w:t>Odstranění dřevěných pražců v obvodu OŘ Olomouc</w:t>
      </w:r>
      <w:bookmarkEnd w:id="1"/>
      <w:r w:rsidRPr="00AB204F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5646">
        <w:rPr>
          <w:rFonts w:ascii="Verdana" w:hAnsi="Verdana"/>
          <w:sz w:val="18"/>
          <w:szCs w:val="18"/>
        </w:rPr>
        <w:t>Rámcovou dohodu</w:t>
      </w:r>
      <w:r w:rsidRPr="00AB204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798258E9" w:rsidR="00A93A74" w:rsidRDefault="00A93A74" w:rsidP="008B1A2C">
      <w:r>
        <w:t xml:space="preserve">Účastník prohlašuje, že veškeré údaje uvedené v tomto krycím listu, který je přílohou č. </w:t>
      </w:r>
      <w:r w:rsidR="00EE5646">
        <w:t>9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1D545E8" w:rsidR="008B1A2C" w:rsidRDefault="009B5813" w:rsidP="008B1A2C">
      <w:r w:rsidRPr="00EE5646">
        <w:rPr>
          <w:b/>
        </w:rPr>
        <w:t xml:space="preserve">Cena </w:t>
      </w:r>
      <w:r w:rsidR="00EE5646" w:rsidRPr="00EE5646">
        <w:rPr>
          <w:b/>
        </w:rPr>
        <w:t>za 1t v Kč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 xml:space="preserve">,- Kč </w:t>
      </w:r>
      <w:r w:rsidR="009B531F" w:rsidRPr="009B531F">
        <w:t xml:space="preserve">na základě </w:t>
      </w:r>
      <w:r w:rsidR="00EE5646">
        <w:t xml:space="preserve">předpokládaného množství </w:t>
      </w:r>
      <w:proofErr w:type="gramStart"/>
      <w:r w:rsidR="00EE5646">
        <w:t>viz.</w:t>
      </w:r>
      <w:r w:rsidR="009B531F">
        <w:t xml:space="preserve"> </w:t>
      </w:r>
      <w:r w:rsidR="009B531F" w:rsidRPr="009B531F">
        <w:t>příloh</w:t>
      </w:r>
      <w:r w:rsidR="00EE5646">
        <w:t>a</w:t>
      </w:r>
      <w:proofErr w:type="gramEnd"/>
      <w:r w:rsidR="009B531F" w:rsidRPr="009B531F">
        <w:t xml:space="preserve"> č. 1 zadávací dokumentace.</w:t>
      </w:r>
      <w:r w:rsidR="00DB5DF0">
        <w:rPr>
          <w:b/>
        </w:rPr>
        <w:t xml:space="preserve"> </w:t>
      </w:r>
    </w:p>
    <w:p w14:paraId="1BCCDE47" w14:textId="03F707E3" w:rsidR="00DB5DF0" w:rsidRDefault="00DB5DF0" w:rsidP="008B1A2C"/>
    <w:p w14:paraId="36F6438A" w14:textId="2DB18776" w:rsidR="00DB5DF0" w:rsidRDefault="00DB5DF0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E564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E5646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3376A9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6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6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CBE9C9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6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6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EE5646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B4EDCE-6B9A-4FF1-AEFF-065A0D83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2</Pages>
  <Words>292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5</cp:revision>
  <cp:lastPrinted>2017-11-28T17:18:00Z</cp:lastPrinted>
  <dcterms:created xsi:type="dcterms:W3CDTF">2020-11-02T09:01:00Z</dcterms:created>
  <dcterms:modified xsi:type="dcterms:W3CDTF">2020-11-18T07:50:00Z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